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BF1" w:rsidRDefault="008A1561">
      <w:bookmarkStart w:id="0" w:name="_GoBack"/>
      <w:bookmarkEnd w:id="0"/>
      <w:r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5pt;margin-top:96pt;width:274.5pt;height:333pt;z-index:251660288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28;mso-column-margin:5.76pt" inset="2.88pt,2.88pt,2.88pt,2.88pt">
              <w:txbxContent>
                <w:p w:rsidR="002B6740" w:rsidRDefault="002B6740" w:rsidP="002B6740">
                  <w:pPr>
                    <w:widowControl w:val="0"/>
                    <w:jc w:val="center"/>
                    <w:rPr>
                      <w:rFonts w:ascii="SixtySeven" w:hAnsi="SixtySeven"/>
                      <w:sz w:val="36"/>
                      <w:szCs w:val="36"/>
                    </w:rPr>
                  </w:pPr>
                  <w:r>
                    <w:rPr>
                      <w:rFonts w:ascii="SixtySeven" w:hAnsi="SixtySeven"/>
                      <w:sz w:val="36"/>
                      <w:szCs w:val="36"/>
                    </w:rPr>
                    <w:t> </w:t>
                  </w:r>
                </w:p>
                <w:p w:rsidR="002B6740" w:rsidRDefault="002B6740" w:rsidP="002B6740">
                  <w:pPr>
                    <w:widowControl w:val="0"/>
                    <w:jc w:val="center"/>
                    <w:rPr>
                      <w:rFonts w:ascii="SixtySeven" w:hAnsi="SixtySeven"/>
                      <w:sz w:val="36"/>
                      <w:szCs w:val="36"/>
                    </w:rPr>
                  </w:pPr>
                  <w:r>
                    <w:rPr>
                      <w:rFonts w:ascii="SixtySeven" w:hAnsi="SixtySeven"/>
                      <w:sz w:val="36"/>
                      <w:szCs w:val="36"/>
                    </w:rPr>
                    <w:t>Bring your own meat,</w:t>
                  </w:r>
                </w:p>
                <w:p w:rsidR="002B6740" w:rsidRDefault="002B6740" w:rsidP="002B6740">
                  <w:pPr>
                    <w:widowControl w:val="0"/>
                    <w:jc w:val="center"/>
                    <w:rPr>
                      <w:rFonts w:ascii="SixtySeven" w:hAnsi="SixtySeven"/>
                      <w:sz w:val="36"/>
                      <w:szCs w:val="36"/>
                    </w:rPr>
                  </w:pPr>
                  <w:proofErr w:type="gramStart"/>
                  <w:r>
                    <w:rPr>
                      <w:rFonts w:ascii="SixtySeven" w:hAnsi="SixtySeven"/>
                      <w:sz w:val="36"/>
                      <w:szCs w:val="36"/>
                    </w:rPr>
                    <w:t>and</w:t>
                  </w:r>
                  <w:proofErr w:type="gramEnd"/>
                  <w:r>
                    <w:rPr>
                      <w:rFonts w:ascii="SixtySeven" w:hAnsi="SixtySeven"/>
                      <w:sz w:val="36"/>
                      <w:szCs w:val="36"/>
                    </w:rPr>
                    <w:t xml:space="preserve"> grill away!</w:t>
                  </w:r>
                </w:p>
                <w:p w:rsidR="002B6740" w:rsidRDefault="002B6740" w:rsidP="002B6740">
                  <w:pPr>
                    <w:widowControl w:val="0"/>
                    <w:jc w:val="center"/>
                    <w:rPr>
                      <w:rFonts w:ascii="SixtySeven" w:hAnsi="SixtySeven"/>
                      <w:sz w:val="36"/>
                      <w:szCs w:val="36"/>
                    </w:rPr>
                  </w:pPr>
                  <w:r>
                    <w:rPr>
                      <w:rFonts w:ascii="SixtySeven" w:hAnsi="SixtySeven"/>
                      <w:sz w:val="36"/>
                      <w:szCs w:val="36"/>
                    </w:rPr>
                    <w:t> </w:t>
                  </w:r>
                </w:p>
                <w:p w:rsidR="008A1561" w:rsidRDefault="008A1561" w:rsidP="002B6740">
                  <w:pPr>
                    <w:widowControl w:val="0"/>
                    <w:jc w:val="center"/>
                    <w:rPr>
                      <w:rFonts w:ascii="SixtySeven" w:hAnsi="SixtySeven"/>
                      <w:b/>
                      <w:bCs/>
                      <w:sz w:val="40"/>
                      <w:szCs w:val="40"/>
                    </w:rPr>
                  </w:pPr>
                  <w:r w:rsidRPr="008A1561">
                    <w:rPr>
                      <w:rFonts w:ascii="SixtySeven" w:hAnsi="SixtySeven"/>
                      <w:b/>
                      <w:bCs/>
                      <w:sz w:val="40"/>
                      <w:szCs w:val="40"/>
                    </w:rPr>
                    <w:t>Saturday, August 13</w:t>
                  </w:r>
                  <w:r w:rsidR="002B6740" w:rsidRPr="008A1561">
                    <w:rPr>
                      <w:rFonts w:ascii="SixtySeven" w:hAnsi="SixtySeven"/>
                      <w:b/>
                      <w:bCs/>
                      <w:sz w:val="40"/>
                      <w:szCs w:val="40"/>
                    </w:rPr>
                    <w:t xml:space="preserve">th, </w:t>
                  </w:r>
                </w:p>
                <w:p w:rsidR="002B6740" w:rsidRPr="008A1561" w:rsidRDefault="002B6740" w:rsidP="008A1561">
                  <w:pPr>
                    <w:widowControl w:val="0"/>
                    <w:jc w:val="center"/>
                    <w:rPr>
                      <w:rFonts w:ascii="SixtySeven" w:hAnsi="SixtySeven"/>
                      <w:b/>
                      <w:bCs/>
                      <w:sz w:val="40"/>
                      <w:szCs w:val="40"/>
                    </w:rPr>
                  </w:pPr>
                  <w:r w:rsidRPr="008A1561">
                    <w:rPr>
                      <w:rFonts w:ascii="SixtySeven" w:hAnsi="SixtySeven"/>
                      <w:b/>
                      <w:bCs/>
                      <w:sz w:val="40"/>
                      <w:szCs w:val="40"/>
                    </w:rPr>
                    <w:t>6 pm</w:t>
                  </w:r>
                  <w:r w:rsidR="008A1561">
                    <w:rPr>
                      <w:rFonts w:ascii="SixtySeven" w:hAnsi="SixtySeven"/>
                      <w:b/>
                      <w:bCs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SixtySeven" w:hAnsi="SixtySeven"/>
                      <w:b/>
                      <w:bCs/>
                      <w:sz w:val="44"/>
                      <w:szCs w:val="44"/>
                    </w:rPr>
                    <w:t xml:space="preserve">Heritage </w:t>
                  </w:r>
                  <w:r w:rsidR="008A1561">
                    <w:rPr>
                      <w:rFonts w:ascii="SixtySeven" w:hAnsi="SixtySeven"/>
                      <w:b/>
                      <w:bCs/>
                      <w:sz w:val="44"/>
                      <w:szCs w:val="44"/>
                    </w:rPr>
                    <w:t>P</w:t>
                  </w:r>
                  <w:r>
                    <w:rPr>
                      <w:rFonts w:ascii="SixtySeven" w:hAnsi="SixtySeven"/>
                      <w:b/>
                      <w:bCs/>
                      <w:sz w:val="44"/>
                      <w:szCs w:val="44"/>
                    </w:rPr>
                    <w:t>ark</w:t>
                  </w:r>
                </w:p>
                <w:p w:rsidR="002B6740" w:rsidRDefault="002B6740" w:rsidP="002B6740">
                  <w:pPr>
                    <w:widowControl w:val="0"/>
                    <w:jc w:val="center"/>
                    <w:rPr>
                      <w:rFonts w:ascii="SixtySeven" w:hAnsi="SixtySeven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5168" behindDoc="1" locked="0" layoutInCell="1" allowOverlap="1" wp14:anchorId="78E1B1A1" wp14:editId="05685AE3">
            <wp:simplePos x="0" y="0"/>
            <wp:positionH relativeFrom="column">
              <wp:posOffset>-660400</wp:posOffset>
            </wp:positionH>
            <wp:positionV relativeFrom="paragraph">
              <wp:posOffset>393700</wp:posOffset>
            </wp:positionV>
            <wp:extent cx="7308850" cy="8509000"/>
            <wp:effectExtent l="0" t="0" r="0" b="0"/>
            <wp:wrapNone/>
            <wp:docPr id="2" name="Picture 2" descr="MCj008994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0899440000[1]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0" cy="85090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color w:val="auto"/>
          <w:kern w:val="0"/>
          <w:sz w:val="24"/>
          <w:szCs w:val="24"/>
        </w:rPr>
        <w:pict>
          <v:shape id="_x0000_s1027" type="#_x0000_t202" style="position:absolute;margin-left:-11.5pt;margin-top:-47.5pt;width:508.5pt;height:157.5pt;z-index:251659264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27;mso-column-margin:5.76pt" inset="2.88pt,2.88pt,2.88pt,2.88pt">
              <w:txbxContent>
                <w:p w:rsidR="002B6740" w:rsidRPr="008A1561" w:rsidRDefault="008A1561" w:rsidP="008A1561">
                  <w:pPr>
                    <w:widowControl w:val="0"/>
                    <w:jc w:val="center"/>
                    <w:rPr>
                      <w:rFonts w:ascii="SixtySeven" w:hAnsi="SixtySeven"/>
                      <w:b/>
                      <w:bCs/>
                      <w:sz w:val="96"/>
                      <w:szCs w:val="96"/>
                    </w:rPr>
                  </w:pPr>
                  <w:r>
                    <w:rPr>
                      <w:rFonts w:ascii="SixtySeven" w:hAnsi="SixtySeven"/>
                      <w:b/>
                      <w:bCs/>
                      <w:sz w:val="96"/>
                      <w:szCs w:val="96"/>
                    </w:rPr>
                    <w:t>Back to School BBQ</w:t>
                  </w:r>
                  <w:r>
                    <w:rPr>
                      <w:rFonts w:ascii="SixtySeven" w:hAnsi="SixtySeven"/>
                      <w:b/>
                      <w:bCs/>
                      <w:sz w:val="96"/>
                      <w:szCs w:val="96"/>
                    </w:rPr>
                    <w:br/>
                  </w:r>
                  <w:r w:rsidR="002B6740">
                    <w:rPr>
                      <w:rFonts w:ascii="SixtySeven" w:hAnsi="SixtySeven"/>
                      <w:sz w:val="72"/>
                      <w:szCs w:val="72"/>
                    </w:rPr>
                    <w:t> </w:t>
                  </w:r>
                  <w:r w:rsidRPr="008A1561">
                    <w:rPr>
                      <w:rFonts w:ascii="SixtySeven" w:hAnsi="SixtySeven"/>
                      <w:sz w:val="40"/>
                      <w:szCs w:val="40"/>
                    </w:rPr>
                    <w:t>Meet the teacher, parents, and classmates</w:t>
                  </w: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31" type="#_x0000_t202" style="position:absolute;margin-left:339pt;margin-top:424pt;width:2in;height:90pt;z-index:251656192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31;mso-column-margin:5.76pt" inset="2.88pt,2.88pt,2.88pt,2.88pt">
              <w:txbxContent>
                <w:p w:rsidR="008A1561" w:rsidRDefault="008A1561" w:rsidP="008A1561">
                  <w:pPr>
                    <w:widowControl w:val="0"/>
                    <w:jc w:val="center"/>
                    <w:rPr>
                      <w:rFonts w:ascii="SixtySeven" w:hAnsi="SixtySeven"/>
                      <w:sz w:val="36"/>
                      <w:szCs w:val="36"/>
                    </w:rPr>
                  </w:pPr>
                  <w:r>
                    <w:rPr>
                      <w:rFonts w:ascii="SixtySeven" w:hAnsi="SixtySeven"/>
                      <w:sz w:val="36"/>
                      <w:szCs w:val="36"/>
                    </w:rPr>
                    <w:t>We will have games, food, and fun!</w:t>
                  </w:r>
                </w:p>
                <w:p w:rsidR="002B6740" w:rsidRDefault="002B6740" w:rsidP="002B6740">
                  <w:pPr>
                    <w:widowControl w:val="0"/>
                    <w:jc w:val="center"/>
                    <w:rPr>
                      <w:rFonts w:ascii="SixtySeven" w:hAnsi="SixtySeven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30" type="#_x0000_t202" style="position:absolute;margin-left:344pt;margin-top:233.3pt;width:2in;height:58.5pt;z-index:251657216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30;mso-column-margin:5.76pt" inset="2.88pt,2.88pt,2.88pt,2.88pt">
              <w:txbxContent>
                <w:p w:rsidR="002B6740" w:rsidRDefault="002B6740" w:rsidP="002B6740">
                  <w:pPr>
                    <w:widowControl w:val="0"/>
                    <w:jc w:val="center"/>
                    <w:rPr>
                      <w:rFonts w:ascii="SixtySeven" w:hAnsi="SixtySeven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SixtySeven" w:hAnsi="SixtySeven"/>
                      <w:b/>
                      <w:bCs/>
                      <w:sz w:val="36"/>
                      <w:szCs w:val="36"/>
                    </w:rPr>
                    <w:t>Everyone</w:t>
                  </w:r>
                </w:p>
                <w:p w:rsidR="002B6740" w:rsidRDefault="002B6740" w:rsidP="002B6740">
                  <w:pPr>
                    <w:widowControl w:val="0"/>
                    <w:jc w:val="center"/>
                    <w:rPr>
                      <w:rFonts w:ascii="SixtySeven" w:hAnsi="SixtySeven"/>
                      <w:sz w:val="36"/>
                      <w:szCs w:val="36"/>
                    </w:rPr>
                  </w:pPr>
                  <w:r>
                    <w:rPr>
                      <w:rFonts w:ascii="SixtySeven" w:hAnsi="SixtySeven"/>
                      <w:sz w:val="36"/>
                      <w:szCs w:val="36"/>
                    </w:rPr>
                    <w:t>Is Welcome</w:t>
                  </w:r>
                </w:p>
                <w:p w:rsidR="002B6740" w:rsidRDefault="002B6740" w:rsidP="002B6740">
                  <w:pPr>
                    <w:widowControl w:val="0"/>
                    <w:jc w:val="center"/>
                    <w:rPr>
                      <w:rFonts w:ascii="SixtySeven" w:hAnsi="SixtySeven"/>
                      <w:sz w:val="36"/>
                      <w:szCs w:val="36"/>
                    </w:rPr>
                  </w:pPr>
                  <w:r>
                    <w:rPr>
                      <w:rFonts w:ascii="SixtySeven" w:hAnsi="SixtySeven"/>
                      <w:sz w:val="36"/>
                      <w:szCs w:val="36"/>
                    </w:rPr>
                    <w:t>To come!</w:t>
                  </w:r>
                </w:p>
              </w:txbxContent>
            </v:textbox>
          </v:shape>
        </w:pict>
      </w:r>
      <w:r>
        <w:rPr>
          <w:color w:val="auto"/>
          <w:kern w:val="0"/>
          <w:sz w:val="24"/>
          <w:szCs w:val="24"/>
        </w:rPr>
        <w:pict>
          <v:shape id="_x0000_s1029" type="#_x0000_t202" style="position:absolute;margin-left:-26.5pt;margin-top:33pt;width:531pt;height:49.5pt;z-index:251658240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29;mso-column-margin:5.76pt" inset="2.88pt,2.88pt,2.88pt,2.88pt">
              <w:txbxContent>
                <w:p w:rsidR="002B6740" w:rsidRDefault="002B6740" w:rsidP="008A1561">
                  <w:pPr>
                    <w:widowControl w:val="0"/>
                    <w:rPr>
                      <w:rFonts w:ascii="SixtySeven" w:hAnsi="SixtySeven"/>
                      <w:sz w:val="44"/>
                      <w:szCs w:val="44"/>
                    </w:rPr>
                  </w:pPr>
                </w:p>
              </w:txbxContent>
            </v:textbox>
          </v:shape>
        </w:pict>
      </w:r>
    </w:p>
    <w:sectPr w:rsidR="00AF1BF1" w:rsidSect="00AF1B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xtySeven">
    <w:altName w:val="Mang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8A1561"/>
    <w:rsid w:val="000C4B52"/>
    <w:rsid w:val="001E6593"/>
    <w:rsid w:val="002B6740"/>
    <w:rsid w:val="00775FAE"/>
    <w:rsid w:val="008A1561"/>
    <w:rsid w:val="00AF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74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n\AppData\Roaming\Microsoft\Templates\TP03000052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11CFBF8-E31D-4DEC-A7A5-21A80C69C6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TP030000527</Template>
  <TotalTime>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</cp:lastModifiedBy>
  <cp:revision>1</cp:revision>
  <dcterms:created xsi:type="dcterms:W3CDTF">2011-10-06T15:13:00Z</dcterms:created>
  <dcterms:modified xsi:type="dcterms:W3CDTF">2011-10-06T15:22:00Z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TC300005279990</vt:lpwstr>
  </property>
</Properties>
</file>